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1A6EC" w14:textId="150519AC" w:rsidR="003E78B6" w:rsidRDefault="003E78B6" w:rsidP="007D0EA2">
      <w:pPr>
        <w:pStyle w:val="Sinespaciado"/>
        <w:jc w:val="right"/>
        <w:rPr>
          <w:rFonts w:ascii="Century Gothic" w:hAnsi="Century Gothic" w:cs="Times New Roman"/>
        </w:rPr>
      </w:pPr>
    </w:p>
    <w:p w14:paraId="74CACB56" w14:textId="77777777" w:rsidR="009B300B" w:rsidRDefault="009B300B" w:rsidP="007D0EA2">
      <w:pPr>
        <w:pStyle w:val="Sinespaciado"/>
        <w:jc w:val="right"/>
        <w:rPr>
          <w:rFonts w:ascii="Century Gothic" w:hAnsi="Century Gothic" w:cs="Times New Roman"/>
        </w:rPr>
      </w:pPr>
    </w:p>
    <w:p w14:paraId="743CEFF1" w14:textId="77777777" w:rsidR="009B300B" w:rsidRPr="009B300B" w:rsidRDefault="009B300B" w:rsidP="009B300B">
      <w:pPr>
        <w:ind w:firstLine="708"/>
        <w:rPr>
          <w:b/>
          <w:sz w:val="24"/>
          <w:szCs w:val="24"/>
        </w:rPr>
      </w:pPr>
      <w:r w:rsidRPr="009B300B">
        <w:rPr>
          <w:b/>
          <w:sz w:val="24"/>
          <w:szCs w:val="24"/>
        </w:rPr>
        <w:t>ORDRE DE DOMICILIACIÓ BANCÀRIA DE DEUTE DIRECTE SEPA</w:t>
      </w:r>
    </w:p>
    <w:p w14:paraId="60CDD627" w14:textId="77777777" w:rsidR="009B300B" w:rsidRDefault="009B300B" w:rsidP="009B300B">
      <w:pPr>
        <w:jc w:val="center"/>
        <w:rPr>
          <w:b/>
          <w:sz w:val="24"/>
          <w:szCs w:val="24"/>
        </w:rPr>
      </w:pPr>
    </w:p>
    <w:p w14:paraId="5E38EA82" w14:textId="77777777" w:rsidR="009B300B" w:rsidRDefault="009B300B" w:rsidP="009B300B">
      <w:pPr>
        <w:jc w:val="center"/>
        <w:rPr>
          <w:b/>
          <w:sz w:val="24"/>
          <w:szCs w:val="24"/>
        </w:rPr>
      </w:pPr>
    </w:p>
    <w:p w14:paraId="40BBA6B6" w14:textId="77777777" w:rsidR="009B300B" w:rsidRPr="009B300B" w:rsidRDefault="009B300B" w:rsidP="009B300B">
      <w:pPr>
        <w:jc w:val="center"/>
        <w:rPr>
          <w:b/>
          <w:sz w:val="24"/>
          <w:szCs w:val="24"/>
        </w:rPr>
      </w:pPr>
    </w:p>
    <w:p w14:paraId="5B9F3A39" w14:textId="77777777" w:rsidR="009B300B" w:rsidRPr="009B300B" w:rsidRDefault="009B300B" w:rsidP="009B300B">
      <w:pPr>
        <w:rPr>
          <w:b/>
          <w:sz w:val="24"/>
          <w:szCs w:val="24"/>
        </w:rPr>
      </w:pPr>
      <w:r w:rsidRPr="009B300B">
        <w:rPr>
          <w:b/>
          <w:sz w:val="24"/>
          <w:szCs w:val="24"/>
        </w:rPr>
        <w:tab/>
      </w:r>
      <w:proofErr w:type="spellStart"/>
      <w:r w:rsidRPr="009B300B">
        <w:rPr>
          <w:b/>
          <w:sz w:val="24"/>
          <w:szCs w:val="24"/>
        </w:rPr>
        <w:t>Nom</w:t>
      </w:r>
      <w:proofErr w:type="spellEnd"/>
      <w:r w:rsidRPr="009B300B">
        <w:rPr>
          <w:b/>
          <w:sz w:val="24"/>
          <w:szCs w:val="24"/>
        </w:rPr>
        <w:t>:</w:t>
      </w:r>
    </w:p>
    <w:p w14:paraId="06897F64" w14:textId="77777777" w:rsidR="009B300B" w:rsidRPr="009B300B" w:rsidRDefault="009B300B" w:rsidP="009B300B">
      <w:pPr>
        <w:rPr>
          <w:b/>
          <w:sz w:val="24"/>
          <w:szCs w:val="24"/>
        </w:rPr>
      </w:pPr>
      <w:r w:rsidRPr="009B300B">
        <w:rPr>
          <w:b/>
          <w:sz w:val="24"/>
          <w:szCs w:val="24"/>
        </w:rPr>
        <w:tab/>
      </w:r>
    </w:p>
    <w:p w14:paraId="63E8DB45" w14:textId="77777777" w:rsidR="009B300B" w:rsidRPr="009B300B" w:rsidRDefault="009B300B" w:rsidP="009B300B">
      <w:pPr>
        <w:rPr>
          <w:b/>
          <w:sz w:val="24"/>
          <w:szCs w:val="24"/>
        </w:rPr>
      </w:pPr>
      <w:r w:rsidRPr="009B300B">
        <w:rPr>
          <w:b/>
          <w:sz w:val="24"/>
          <w:szCs w:val="24"/>
        </w:rPr>
        <w:tab/>
      </w:r>
      <w:proofErr w:type="spellStart"/>
      <w:r w:rsidRPr="009B300B">
        <w:rPr>
          <w:b/>
          <w:sz w:val="24"/>
          <w:szCs w:val="24"/>
        </w:rPr>
        <w:t>Domicili</w:t>
      </w:r>
      <w:proofErr w:type="spellEnd"/>
      <w:r w:rsidRPr="009B300B">
        <w:rPr>
          <w:b/>
          <w:sz w:val="24"/>
          <w:szCs w:val="24"/>
        </w:rPr>
        <w:t>:</w:t>
      </w:r>
    </w:p>
    <w:p w14:paraId="7730CBE4" w14:textId="77777777" w:rsidR="009B300B" w:rsidRPr="009B300B" w:rsidRDefault="009B300B" w:rsidP="009B300B">
      <w:pPr>
        <w:rPr>
          <w:b/>
          <w:sz w:val="24"/>
          <w:szCs w:val="24"/>
        </w:rPr>
      </w:pPr>
    </w:p>
    <w:p w14:paraId="260AE443" w14:textId="0A9AC730" w:rsidR="009B300B" w:rsidRPr="009B300B" w:rsidRDefault="009B300B" w:rsidP="009B300B">
      <w:pPr>
        <w:rPr>
          <w:b/>
          <w:sz w:val="24"/>
          <w:szCs w:val="24"/>
        </w:rPr>
      </w:pPr>
      <w:r w:rsidRPr="009B300B">
        <w:rPr>
          <w:b/>
          <w:sz w:val="24"/>
          <w:szCs w:val="24"/>
        </w:rPr>
        <w:tab/>
      </w:r>
      <w:r>
        <w:rPr>
          <w:b/>
          <w:sz w:val="24"/>
          <w:szCs w:val="24"/>
        </w:rPr>
        <w:t>DNI:</w:t>
      </w:r>
    </w:p>
    <w:p w14:paraId="0AE3B0B1" w14:textId="77777777" w:rsidR="009B300B" w:rsidRPr="009B300B" w:rsidRDefault="009B300B" w:rsidP="009B300B">
      <w:pPr>
        <w:rPr>
          <w:b/>
          <w:sz w:val="24"/>
          <w:szCs w:val="24"/>
        </w:rPr>
      </w:pPr>
    </w:p>
    <w:p w14:paraId="5BFE1B50" w14:textId="77777777" w:rsidR="009B300B" w:rsidRPr="009B300B" w:rsidRDefault="009B300B" w:rsidP="009B300B">
      <w:pPr>
        <w:rPr>
          <w:b/>
          <w:sz w:val="24"/>
          <w:szCs w:val="24"/>
        </w:rPr>
      </w:pPr>
      <w:r w:rsidRPr="009B300B">
        <w:rPr>
          <w:b/>
          <w:sz w:val="24"/>
          <w:szCs w:val="24"/>
        </w:rPr>
        <w:tab/>
        <w:t>IBAN:</w:t>
      </w:r>
    </w:p>
    <w:p w14:paraId="3E6AC1ED" w14:textId="77777777" w:rsidR="009B300B" w:rsidRPr="009B300B" w:rsidRDefault="009B300B" w:rsidP="009B300B">
      <w:pPr>
        <w:rPr>
          <w:b/>
          <w:sz w:val="24"/>
          <w:szCs w:val="24"/>
        </w:rPr>
      </w:pPr>
    </w:p>
    <w:p w14:paraId="209E7039" w14:textId="01E1B09E" w:rsidR="009B300B" w:rsidRPr="009B300B" w:rsidRDefault="009B300B" w:rsidP="009B300B">
      <w:pPr>
        <w:rPr>
          <w:b/>
          <w:sz w:val="24"/>
          <w:szCs w:val="24"/>
        </w:rPr>
      </w:pPr>
      <w:r w:rsidRPr="009B300B">
        <w:rPr>
          <w:b/>
          <w:sz w:val="24"/>
          <w:szCs w:val="24"/>
        </w:rPr>
        <w:tab/>
        <w:t>Signat</w:t>
      </w:r>
      <w:r>
        <w:rPr>
          <w:b/>
          <w:sz w:val="24"/>
          <w:szCs w:val="24"/>
        </w:rPr>
        <w:t>ura</w:t>
      </w:r>
      <w:r w:rsidRPr="009B300B">
        <w:rPr>
          <w:b/>
          <w:sz w:val="24"/>
          <w:szCs w:val="24"/>
        </w:rPr>
        <w:t>:</w:t>
      </w:r>
    </w:p>
    <w:p w14:paraId="79440D5A" w14:textId="77777777" w:rsidR="009B300B" w:rsidRPr="009B300B" w:rsidRDefault="009B300B" w:rsidP="009B300B">
      <w:pPr>
        <w:rPr>
          <w:b/>
          <w:sz w:val="24"/>
          <w:szCs w:val="24"/>
        </w:rPr>
      </w:pPr>
    </w:p>
    <w:p w14:paraId="42C11CF2" w14:textId="77777777" w:rsidR="009B300B" w:rsidRDefault="009B300B" w:rsidP="009B300B">
      <w:pPr>
        <w:rPr>
          <w:b/>
          <w:sz w:val="24"/>
          <w:szCs w:val="24"/>
        </w:rPr>
      </w:pPr>
    </w:p>
    <w:p w14:paraId="40ED2F54" w14:textId="77777777" w:rsidR="009B300B" w:rsidRPr="009B300B" w:rsidRDefault="009B300B" w:rsidP="009B300B">
      <w:pPr>
        <w:rPr>
          <w:b/>
          <w:sz w:val="24"/>
          <w:szCs w:val="24"/>
        </w:rPr>
      </w:pPr>
    </w:p>
    <w:p w14:paraId="05805572" w14:textId="77777777" w:rsidR="009B300B" w:rsidRPr="009B300B" w:rsidRDefault="009B300B" w:rsidP="009B300B">
      <w:pPr>
        <w:rPr>
          <w:b/>
          <w:sz w:val="24"/>
          <w:szCs w:val="24"/>
        </w:rPr>
      </w:pPr>
    </w:p>
    <w:p w14:paraId="275AAE9D" w14:textId="77777777" w:rsidR="009B300B" w:rsidRPr="009B300B" w:rsidRDefault="009B300B" w:rsidP="009B300B">
      <w:pPr>
        <w:ind w:left="708"/>
        <w:rPr>
          <w:rFonts w:asciiTheme="minorHAnsi" w:hAnsiTheme="minorHAnsi" w:cstheme="minorHAnsi"/>
          <w:bCs/>
          <w:sz w:val="23"/>
          <w:szCs w:val="23"/>
          <w:lang w:val="ca-ES"/>
        </w:rPr>
      </w:pPr>
      <w:r w:rsidRPr="009B300B">
        <w:rPr>
          <w:rFonts w:asciiTheme="minorHAnsi" w:hAnsiTheme="minorHAnsi" w:cstheme="minorHAnsi"/>
          <w:bCs/>
          <w:sz w:val="23"/>
          <w:szCs w:val="23"/>
          <w:lang w:val="ca-ES"/>
        </w:rPr>
        <w:t xml:space="preserve">Autoritzo al </w:t>
      </w:r>
      <w:proofErr w:type="spellStart"/>
      <w:r w:rsidRPr="009B300B">
        <w:rPr>
          <w:rFonts w:asciiTheme="minorHAnsi" w:hAnsiTheme="minorHAnsi" w:cstheme="minorHAnsi"/>
          <w:bCs/>
          <w:sz w:val="23"/>
          <w:szCs w:val="23"/>
          <w:lang w:val="ca-ES"/>
        </w:rPr>
        <w:t>COATMe</w:t>
      </w:r>
      <w:proofErr w:type="spellEnd"/>
      <w:r w:rsidRPr="009B300B">
        <w:rPr>
          <w:rFonts w:asciiTheme="minorHAnsi" w:hAnsiTheme="minorHAnsi" w:cstheme="minorHAnsi"/>
          <w:bCs/>
          <w:sz w:val="23"/>
          <w:szCs w:val="23"/>
          <w:lang w:val="ca-ES"/>
        </w:rPr>
        <w:t>, a carregar al compte indicat aquells rebuts que generi la meva activitat com a col·legiat, fins a nova ordre.</w:t>
      </w:r>
    </w:p>
    <w:p w14:paraId="365B93CC" w14:textId="77777777" w:rsidR="009B300B" w:rsidRDefault="009B300B" w:rsidP="009B300B">
      <w:pPr>
        <w:rPr>
          <w:b/>
          <w:sz w:val="24"/>
          <w:szCs w:val="24"/>
        </w:rPr>
      </w:pPr>
    </w:p>
    <w:p w14:paraId="22A7142C" w14:textId="77777777" w:rsidR="009B300B" w:rsidRDefault="009B300B" w:rsidP="009B300B">
      <w:pPr>
        <w:rPr>
          <w:b/>
          <w:sz w:val="24"/>
          <w:szCs w:val="24"/>
        </w:rPr>
      </w:pPr>
    </w:p>
    <w:p w14:paraId="4B3ADC43" w14:textId="77777777" w:rsidR="009B300B" w:rsidRDefault="009B300B" w:rsidP="009B300B">
      <w:pPr>
        <w:rPr>
          <w:b/>
          <w:sz w:val="24"/>
          <w:szCs w:val="24"/>
        </w:rPr>
      </w:pPr>
    </w:p>
    <w:p w14:paraId="16AE71F6" w14:textId="77777777" w:rsidR="009B300B" w:rsidRPr="009B300B" w:rsidRDefault="009B300B" w:rsidP="009B300B">
      <w:pPr>
        <w:pBdr>
          <w:bottom w:val="single" w:sz="12" w:space="1" w:color="auto"/>
        </w:pBdr>
        <w:rPr>
          <w:b/>
          <w:sz w:val="24"/>
          <w:szCs w:val="24"/>
        </w:rPr>
      </w:pPr>
    </w:p>
    <w:p w14:paraId="196A7DD9" w14:textId="77777777" w:rsidR="009B300B" w:rsidRPr="009B300B" w:rsidRDefault="009B300B" w:rsidP="009B300B">
      <w:pPr>
        <w:rPr>
          <w:b/>
          <w:sz w:val="24"/>
          <w:szCs w:val="24"/>
        </w:rPr>
      </w:pPr>
    </w:p>
    <w:p w14:paraId="6BC8BE15" w14:textId="77777777" w:rsidR="009B300B" w:rsidRPr="009B300B" w:rsidRDefault="009B300B" w:rsidP="009B300B">
      <w:pPr>
        <w:ind w:firstLine="708"/>
        <w:rPr>
          <w:rFonts w:asciiTheme="minorHAnsi" w:hAnsiTheme="minorHAnsi" w:cstheme="minorHAnsi"/>
          <w:bCs/>
          <w:sz w:val="22"/>
          <w:szCs w:val="22"/>
          <w:lang w:val="ca-ES"/>
        </w:rPr>
      </w:pPr>
      <w:r w:rsidRPr="009B300B">
        <w:rPr>
          <w:rFonts w:asciiTheme="minorHAnsi" w:hAnsiTheme="minorHAnsi" w:cstheme="minorHAnsi"/>
          <w:bCs/>
          <w:sz w:val="22"/>
          <w:szCs w:val="22"/>
          <w:lang w:val="ca-ES"/>
        </w:rPr>
        <w:t>Protecció de dades de caràcter personal.</w:t>
      </w:r>
    </w:p>
    <w:p w14:paraId="0F312457" w14:textId="77777777" w:rsidR="009B300B" w:rsidRPr="009B300B" w:rsidRDefault="009B300B" w:rsidP="009B300B">
      <w:pPr>
        <w:ind w:left="708"/>
        <w:rPr>
          <w:rFonts w:asciiTheme="minorHAnsi" w:hAnsiTheme="minorHAnsi" w:cstheme="minorHAnsi"/>
          <w:bCs/>
          <w:sz w:val="22"/>
          <w:szCs w:val="22"/>
          <w:lang w:val="ca-ES"/>
        </w:rPr>
      </w:pPr>
      <w:r w:rsidRPr="009B300B">
        <w:rPr>
          <w:rFonts w:asciiTheme="minorHAnsi" w:hAnsiTheme="minorHAnsi" w:cstheme="minorHAnsi"/>
          <w:bCs/>
          <w:sz w:val="22"/>
          <w:szCs w:val="22"/>
          <w:lang w:val="ca-ES"/>
        </w:rPr>
        <w:t>Les dades que es faciliten seran tractades complint els requisits exigits per la Llei Orgànica 15/1999 de 13 de desembre de protecció de dades de caràcter personal (LOPD).</w:t>
      </w:r>
    </w:p>
    <w:p w14:paraId="6B4BE90E" w14:textId="77777777" w:rsidR="009B300B" w:rsidRPr="009B300B" w:rsidRDefault="009B300B" w:rsidP="009B300B">
      <w:pPr>
        <w:ind w:left="708"/>
        <w:rPr>
          <w:rFonts w:asciiTheme="minorHAnsi" w:hAnsiTheme="minorHAnsi" w:cstheme="minorHAnsi"/>
          <w:bCs/>
          <w:sz w:val="22"/>
          <w:szCs w:val="22"/>
          <w:lang w:val="ca-ES"/>
        </w:rPr>
      </w:pPr>
      <w:r w:rsidRPr="009B300B">
        <w:rPr>
          <w:rFonts w:asciiTheme="minorHAnsi" w:hAnsiTheme="minorHAnsi" w:cstheme="minorHAnsi"/>
          <w:bCs/>
          <w:sz w:val="22"/>
          <w:szCs w:val="22"/>
          <w:lang w:val="ca-ES"/>
        </w:rPr>
        <w:t xml:space="preserve">Segons la LOPD, els interessats podran exercir els seus drets d’accés, rectificació, cancel·lació i oposició, dirigint un escrit a </w:t>
      </w:r>
      <w:proofErr w:type="spellStart"/>
      <w:r w:rsidRPr="009B300B">
        <w:rPr>
          <w:rFonts w:asciiTheme="minorHAnsi" w:hAnsiTheme="minorHAnsi" w:cstheme="minorHAnsi"/>
          <w:bCs/>
          <w:sz w:val="22"/>
          <w:szCs w:val="22"/>
          <w:lang w:val="ca-ES"/>
        </w:rPr>
        <w:t>COATMe</w:t>
      </w:r>
      <w:proofErr w:type="spellEnd"/>
      <w:r w:rsidRPr="009B300B">
        <w:rPr>
          <w:rFonts w:asciiTheme="minorHAnsi" w:hAnsiTheme="minorHAnsi" w:cstheme="minorHAnsi"/>
          <w:bCs/>
          <w:sz w:val="22"/>
          <w:szCs w:val="22"/>
          <w:lang w:val="ca-ES"/>
        </w:rPr>
        <w:t xml:space="preserve">, </w:t>
      </w:r>
      <w:proofErr w:type="spellStart"/>
      <w:r w:rsidRPr="009B300B">
        <w:rPr>
          <w:rFonts w:asciiTheme="minorHAnsi" w:hAnsiTheme="minorHAnsi" w:cstheme="minorHAnsi"/>
          <w:bCs/>
          <w:sz w:val="22"/>
          <w:szCs w:val="22"/>
          <w:lang w:val="ca-ES"/>
        </w:rPr>
        <w:t>Avda</w:t>
      </w:r>
      <w:proofErr w:type="spellEnd"/>
      <w:r w:rsidRPr="009B300B">
        <w:rPr>
          <w:rFonts w:asciiTheme="minorHAnsi" w:hAnsiTheme="minorHAnsi" w:cstheme="minorHAnsi"/>
          <w:bCs/>
          <w:sz w:val="22"/>
          <w:szCs w:val="22"/>
          <w:lang w:val="ca-ES"/>
        </w:rPr>
        <w:t xml:space="preserve">. Fort de </w:t>
      </w:r>
      <w:proofErr w:type="spellStart"/>
      <w:r w:rsidRPr="009B300B">
        <w:rPr>
          <w:rFonts w:asciiTheme="minorHAnsi" w:hAnsiTheme="minorHAnsi" w:cstheme="minorHAnsi"/>
          <w:bCs/>
          <w:sz w:val="22"/>
          <w:szCs w:val="22"/>
          <w:lang w:val="ca-ES"/>
        </w:rPr>
        <w:t>L’Eau</w:t>
      </w:r>
      <w:proofErr w:type="spellEnd"/>
      <w:r w:rsidRPr="009B300B">
        <w:rPr>
          <w:rFonts w:asciiTheme="minorHAnsi" w:hAnsiTheme="minorHAnsi" w:cstheme="minorHAnsi"/>
          <w:bCs/>
          <w:sz w:val="22"/>
          <w:szCs w:val="22"/>
          <w:lang w:val="ca-ES"/>
        </w:rPr>
        <w:t xml:space="preserve"> 26, 07701 de Maó.</w:t>
      </w:r>
    </w:p>
    <w:p w14:paraId="234D808E" w14:textId="46CA6766" w:rsidR="001F1C80" w:rsidRPr="00271484" w:rsidRDefault="001F1C80" w:rsidP="003E78B6">
      <w:pPr>
        <w:pStyle w:val="Sinespaciado"/>
        <w:rPr>
          <w:rFonts w:ascii="Century Gothic" w:hAnsi="Century Gothic" w:cs="Times New Roman"/>
          <w:lang w:val="pt-PT"/>
        </w:rPr>
      </w:pPr>
    </w:p>
    <w:p w14:paraId="48A8ACE3" w14:textId="497A5116" w:rsidR="00B46479" w:rsidRPr="00EA5156" w:rsidRDefault="00B46479">
      <w:pPr>
        <w:jc w:val="left"/>
        <w:rPr>
          <w:rFonts w:cs="Arial"/>
          <w:spacing w:val="-3"/>
          <w:lang w:val="pt-PT"/>
        </w:rPr>
      </w:pPr>
    </w:p>
    <w:p w14:paraId="5A69C52B" w14:textId="77777777" w:rsidR="00B46479" w:rsidRPr="008940DB" w:rsidRDefault="00B46479" w:rsidP="002467DF">
      <w:pPr>
        <w:pStyle w:val="Textoindependiente"/>
        <w:ind w:right="-1701"/>
        <w:jc w:val="left"/>
        <w:rPr>
          <w:rFonts w:ascii="Arial" w:hAnsi="Arial" w:cs="Arial"/>
          <w:b/>
          <w:bCs/>
          <w:sz w:val="20"/>
          <w:szCs w:val="20"/>
        </w:rPr>
      </w:pPr>
    </w:p>
    <w:p w14:paraId="08205CDE" w14:textId="77777777" w:rsidR="00B46479" w:rsidRPr="008940DB" w:rsidRDefault="00B46479" w:rsidP="00B46479">
      <w:pPr>
        <w:pStyle w:val="Textoindependiente"/>
        <w:ind w:right="-1701"/>
        <w:rPr>
          <w:rFonts w:ascii="Arial" w:hAnsi="Arial" w:cs="Arial"/>
          <w:b/>
          <w:bCs/>
          <w:sz w:val="20"/>
          <w:szCs w:val="20"/>
          <w:u w:val="single"/>
        </w:rPr>
      </w:pPr>
    </w:p>
    <w:p w14:paraId="13D05958" w14:textId="77777777" w:rsidR="00B46479" w:rsidRPr="008940DB" w:rsidRDefault="00B46479" w:rsidP="00AE617C">
      <w:pPr>
        <w:suppressAutoHyphens/>
        <w:spacing w:line="360" w:lineRule="auto"/>
        <w:ind w:left="567"/>
        <w:rPr>
          <w:rFonts w:ascii="Arial" w:hAnsi="Arial" w:cs="Arial"/>
          <w:spacing w:val="-3"/>
        </w:rPr>
      </w:pPr>
    </w:p>
    <w:sectPr w:rsidR="00B46479" w:rsidRPr="008940DB" w:rsidSect="00825C98">
      <w:headerReference w:type="default" r:id="rId8"/>
      <w:pgSz w:w="11906" w:h="16838" w:code="9"/>
      <w:pgMar w:top="2269" w:right="1841" w:bottom="1843" w:left="1134" w:header="0" w:footer="87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B790B" w14:textId="77777777" w:rsidR="007275CB" w:rsidRDefault="007275CB">
      <w:r>
        <w:separator/>
      </w:r>
    </w:p>
  </w:endnote>
  <w:endnote w:type="continuationSeparator" w:id="0">
    <w:p w14:paraId="69FB0872" w14:textId="77777777" w:rsidR="007275CB" w:rsidRDefault="0072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tillium Web">
    <w:altName w:val="Courier New"/>
    <w:charset w:val="00"/>
    <w:family w:val="auto"/>
    <w:pitch w:val="variable"/>
    <w:sig w:usb0="00000007" w:usb1="00000001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469869" w14:textId="77777777" w:rsidR="007275CB" w:rsidRDefault="007275CB">
      <w:r>
        <w:separator/>
      </w:r>
    </w:p>
  </w:footnote>
  <w:footnote w:type="continuationSeparator" w:id="0">
    <w:p w14:paraId="20A57F38" w14:textId="77777777" w:rsidR="007275CB" w:rsidRDefault="0072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4E30E6" w14:textId="00BABA5F" w:rsidR="00CB7FA1" w:rsidRDefault="00000000" w:rsidP="00271484">
    <w:pPr>
      <w:pStyle w:val="Encabezado"/>
      <w:ind w:left="4252" w:hanging="4252"/>
      <w:jc w:val="right"/>
    </w:pPr>
    <w:r>
      <w:rPr>
        <w:noProof/>
      </w:rPr>
      <w:object w:dxaOrig="1440" w:dyaOrig="1440" w14:anchorId="1D3983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-29pt;margin-top:3pt;width:504.55pt;height:103.9pt;z-index:-251658752;mso-position-horizontal-relative:text;mso-position-vertical-relative:text">
          <v:imagedata r:id="rId1" o:title=""/>
        </v:shape>
        <o:OLEObject Type="Embed" ProgID="Unknown" ShapeID="_x0000_s1025" DrawAspect="Content" ObjectID="_1824961833" r:id="rId2"/>
      </w:object>
    </w:r>
  </w:p>
  <w:p w14:paraId="5E7A0198" w14:textId="77777777" w:rsidR="00271484" w:rsidRDefault="00271484" w:rsidP="00271484">
    <w:pPr>
      <w:pStyle w:val="Encabezado"/>
      <w:ind w:left="4252" w:hanging="4252"/>
      <w:jc w:val="right"/>
    </w:pPr>
  </w:p>
  <w:p w14:paraId="27B6CA0D" w14:textId="0F13ED6F" w:rsidR="007016CB" w:rsidRDefault="007016CB" w:rsidP="007016CB">
    <w:pPr>
      <w:pStyle w:val="Encabezado"/>
      <w:jc w:val="right"/>
    </w:pPr>
  </w:p>
  <w:p w14:paraId="2A721277" w14:textId="0F8CC793" w:rsidR="007016CB" w:rsidRDefault="007016CB" w:rsidP="00065DF8">
    <w:pPr>
      <w:pStyle w:val="Encabezado"/>
    </w:pPr>
  </w:p>
  <w:p w14:paraId="753B2C7B" w14:textId="77777777" w:rsidR="007016CB" w:rsidRDefault="007016CB" w:rsidP="007016CB">
    <w:pPr>
      <w:pStyle w:val="Encabezad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9F4B63"/>
    <w:multiLevelType w:val="hybridMultilevel"/>
    <w:tmpl w:val="E2127780"/>
    <w:lvl w:ilvl="0" w:tplc="DB586FAE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tillium Web" w:eastAsia="Times New Roman" w:hAnsi="Titillium Web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4FD72EA9"/>
    <w:multiLevelType w:val="hybridMultilevel"/>
    <w:tmpl w:val="D4987152"/>
    <w:lvl w:ilvl="0" w:tplc="0540A762">
      <w:numFmt w:val="bullet"/>
      <w:lvlText w:val="–"/>
      <w:lvlJc w:val="left"/>
      <w:pPr>
        <w:tabs>
          <w:tab w:val="num" w:pos="1770"/>
        </w:tabs>
        <w:ind w:left="1770" w:hanging="360"/>
      </w:pPr>
      <w:rPr>
        <w:rFonts w:ascii="Titillium Web" w:eastAsia="Times New Roman" w:hAnsi="Titillium Web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num w:numId="1" w16cid:durableId="2057925584">
    <w:abstractNumId w:val="0"/>
  </w:num>
  <w:num w:numId="2" w16cid:durableId="17112960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10CE"/>
    <w:rsid w:val="00003470"/>
    <w:rsid w:val="000111DB"/>
    <w:rsid w:val="00035B9E"/>
    <w:rsid w:val="000363B1"/>
    <w:rsid w:val="00056654"/>
    <w:rsid w:val="00060E76"/>
    <w:rsid w:val="00065DF8"/>
    <w:rsid w:val="00067351"/>
    <w:rsid w:val="000735D6"/>
    <w:rsid w:val="000F31A1"/>
    <w:rsid w:val="000F47C5"/>
    <w:rsid w:val="00100D6F"/>
    <w:rsid w:val="00100F9A"/>
    <w:rsid w:val="0011563D"/>
    <w:rsid w:val="001513FA"/>
    <w:rsid w:val="0017620B"/>
    <w:rsid w:val="001A587B"/>
    <w:rsid w:val="001D0666"/>
    <w:rsid w:val="001E0ECA"/>
    <w:rsid w:val="001E26A0"/>
    <w:rsid w:val="001F1C80"/>
    <w:rsid w:val="00226DB2"/>
    <w:rsid w:val="00242554"/>
    <w:rsid w:val="00245316"/>
    <w:rsid w:val="00246580"/>
    <w:rsid w:val="002467DF"/>
    <w:rsid w:val="002526AA"/>
    <w:rsid w:val="00260752"/>
    <w:rsid w:val="00271484"/>
    <w:rsid w:val="00280B1F"/>
    <w:rsid w:val="002A42D5"/>
    <w:rsid w:val="002C23FB"/>
    <w:rsid w:val="002D4F4D"/>
    <w:rsid w:val="002E6EC2"/>
    <w:rsid w:val="002F15CE"/>
    <w:rsid w:val="00303D95"/>
    <w:rsid w:val="00321304"/>
    <w:rsid w:val="003258B0"/>
    <w:rsid w:val="00327574"/>
    <w:rsid w:val="0034243F"/>
    <w:rsid w:val="003457EB"/>
    <w:rsid w:val="00366F57"/>
    <w:rsid w:val="003D2CC5"/>
    <w:rsid w:val="003E19F8"/>
    <w:rsid w:val="003E76DC"/>
    <w:rsid w:val="003E78B6"/>
    <w:rsid w:val="003F4DEE"/>
    <w:rsid w:val="003F52D0"/>
    <w:rsid w:val="003F6262"/>
    <w:rsid w:val="003F66EF"/>
    <w:rsid w:val="00403264"/>
    <w:rsid w:val="004267E3"/>
    <w:rsid w:val="0044070C"/>
    <w:rsid w:val="00493E79"/>
    <w:rsid w:val="004B2BD8"/>
    <w:rsid w:val="004D3724"/>
    <w:rsid w:val="004E3B8E"/>
    <w:rsid w:val="005057D2"/>
    <w:rsid w:val="005150BE"/>
    <w:rsid w:val="005165C2"/>
    <w:rsid w:val="00533AC8"/>
    <w:rsid w:val="00534DE8"/>
    <w:rsid w:val="005433D4"/>
    <w:rsid w:val="00551BF0"/>
    <w:rsid w:val="00554DB4"/>
    <w:rsid w:val="0055752C"/>
    <w:rsid w:val="005B3543"/>
    <w:rsid w:val="00606182"/>
    <w:rsid w:val="00621A27"/>
    <w:rsid w:val="00633280"/>
    <w:rsid w:val="0064542C"/>
    <w:rsid w:val="00664F1C"/>
    <w:rsid w:val="00691205"/>
    <w:rsid w:val="0069482C"/>
    <w:rsid w:val="006A313A"/>
    <w:rsid w:val="006C0188"/>
    <w:rsid w:val="006D09F2"/>
    <w:rsid w:val="006F0FF2"/>
    <w:rsid w:val="006F7598"/>
    <w:rsid w:val="007016CB"/>
    <w:rsid w:val="00705204"/>
    <w:rsid w:val="00712FD4"/>
    <w:rsid w:val="007147E5"/>
    <w:rsid w:val="007275CB"/>
    <w:rsid w:val="00770315"/>
    <w:rsid w:val="00772C18"/>
    <w:rsid w:val="00781C50"/>
    <w:rsid w:val="00782D1C"/>
    <w:rsid w:val="00792822"/>
    <w:rsid w:val="007A1266"/>
    <w:rsid w:val="007C503E"/>
    <w:rsid w:val="007D04E3"/>
    <w:rsid w:val="007D060E"/>
    <w:rsid w:val="007D0EA2"/>
    <w:rsid w:val="007E2083"/>
    <w:rsid w:val="007E547D"/>
    <w:rsid w:val="00813438"/>
    <w:rsid w:val="00825C98"/>
    <w:rsid w:val="008362A5"/>
    <w:rsid w:val="00854BEE"/>
    <w:rsid w:val="008617E0"/>
    <w:rsid w:val="00881855"/>
    <w:rsid w:val="00883DBF"/>
    <w:rsid w:val="00884556"/>
    <w:rsid w:val="008940DB"/>
    <w:rsid w:val="008A4BF9"/>
    <w:rsid w:val="008D4B9C"/>
    <w:rsid w:val="008E35F0"/>
    <w:rsid w:val="008E4979"/>
    <w:rsid w:val="008E5296"/>
    <w:rsid w:val="008F10CE"/>
    <w:rsid w:val="009006BF"/>
    <w:rsid w:val="009042D0"/>
    <w:rsid w:val="00920DA0"/>
    <w:rsid w:val="009447ED"/>
    <w:rsid w:val="00973ECF"/>
    <w:rsid w:val="0098300F"/>
    <w:rsid w:val="009946EA"/>
    <w:rsid w:val="009B300B"/>
    <w:rsid w:val="009D731B"/>
    <w:rsid w:val="009F7150"/>
    <w:rsid w:val="00A23A8C"/>
    <w:rsid w:val="00A338E6"/>
    <w:rsid w:val="00A5304A"/>
    <w:rsid w:val="00A56E81"/>
    <w:rsid w:val="00A759F1"/>
    <w:rsid w:val="00A76145"/>
    <w:rsid w:val="00A829AE"/>
    <w:rsid w:val="00A96C8E"/>
    <w:rsid w:val="00AA696A"/>
    <w:rsid w:val="00AB2902"/>
    <w:rsid w:val="00AD4D13"/>
    <w:rsid w:val="00AE617C"/>
    <w:rsid w:val="00B02C73"/>
    <w:rsid w:val="00B16890"/>
    <w:rsid w:val="00B4036E"/>
    <w:rsid w:val="00B423B8"/>
    <w:rsid w:val="00B46479"/>
    <w:rsid w:val="00BA1293"/>
    <w:rsid w:val="00BF5A45"/>
    <w:rsid w:val="00C00A6A"/>
    <w:rsid w:val="00C57530"/>
    <w:rsid w:val="00C73E50"/>
    <w:rsid w:val="00CB2864"/>
    <w:rsid w:val="00CB5F2F"/>
    <w:rsid w:val="00CB7FA1"/>
    <w:rsid w:val="00D052CE"/>
    <w:rsid w:val="00D16D75"/>
    <w:rsid w:val="00D208DD"/>
    <w:rsid w:val="00D22832"/>
    <w:rsid w:val="00D56D15"/>
    <w:rsid w:val="00D669ED"/>
    <w:rsid w:val="00D7678B"/>
    <w:rsid w:val="00D77657"/>
    <w:rsid w:val="00D87EE9"/>
    <w:rsid w:val="00DB73E9"/>
    <w:rsid w:val="00DC3D9A"/>
    <w:rsid w:val="00DC56C7"/>
    <w:rsid w:val="00E03242"/>
    <w:rsid w:val="00E056C9"/>
    <w:rsid w:val="00E4112A"/>
    <w:rsid w:val="00E57A7E"/>
    <w:rsid w:val="00E63CEF"/>
    <w:rsid w:val="00E92720"/>
    <w:rsid w:val="00EA3067"/>
    <w:rsid w:val="00EA5156"/>
    <w:rsid w:val="00EC2FD4"/>
    <w:rsid w:val="00ED1F66"/>
    <w:rsid w:val="00F07AD2"/>
    <w:rsid w:val="00F215FA"/>
    <w:rsid w:val="00F47A9F"/>
    <w:rsid w:val="00F56ACA"/>
    <w:rsid w:val="00F77E75"/>
    <w:rsid w:val="00FD0D86"/>
    <w:rsid w:val="00FE0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2552B7"/>
  <w15:docId w15:val="{D985A89E-4708-409C-9916-6F69FAEDA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F4DEE"/>
    <w:pPr>
      <w:jc w:val="both"/>
    </w:pPr>
    <w:rPr>
      <w:rFonts w:ascii="Titillium Web" w:hAnsi="Titillium We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Encabezado">
    <w:name w:val="header"/>
    <w:basedOn w:val="Normal"/>
    <w:rsid w:val="00CB7FA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B7FA1"/>
    <w:pPr>
      <w:tabs>
        <w:tab w:val="center" w:pos="4252"/>
        <w:tab w:val="right" w:pos="8504"/>
      </w:tabs>
    </w:pPr>
  </w:style>
  <w:style w:type="character" w:styleId="Hipervnculo">
    <w:name w:val="Hyperlink"/>
    <w:rsid w:val="007016CB"/>
    <w:rPr>
      <w:color w:val="0000FF"/>
      <w:u w:val="single"/>
    </w:rPr>
  </w:style>
  <w:style w:type="character" w:styleId="nfasis">
    <w:name w:val="Emphasis"/>
    <w:uiPriority w:val="20"/>
    <w:qFormat/>
    <w:rsid w:val="00F47A9F"/>
    <w:rPr>
      <w:i/>
      <w:iCs/>
    </w:rPr>
  </w:style>
  <w:style w:type="paragraph" w:styleId="Textoindependiente">
    <w:name w:val="Body Text"/>
    <w:basedOn w:val="Normal"/>
    <w:link w:val="TextoindependienteCar"/>
    <w:rsid w:val="00B46479"/>
    <w:pPr>
      <w:ind w:right="1664"/>
    </w:pPr>
    <w:rPr>
      <w:rFonts w:ascii="Times New Roman" w:hAnsi="Times New Roman"/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rsid w:val="00B46479"/>
    <w:rPr>
      <w:sz w:val="24"/>
      <w:szCs w:val="24"/>
    </w:rPr>
  </w:style>
  <w:style w:type="paragraph" w:styleId="Textodeglobo">
    <w:name w:val="Balloon Text"/>
    <w:basedOn w:val="Normal"/>
    <w:link w:val="TextodegloboCar"/>
    <w:rsid w:val="00FD0D8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FD0D86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3E78B6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COAATs2007\dots\Procesos\carta_devolucion_recibo_colegial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895943-951B-4749-82CC-4AA46853A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carta_devolucion_recibo_colegial</Template>
  <TotalTime>3</TotalTime>
  <Pages>1</Pages>
  <Words>76</Words>
  <Characters>564</Characters>
  <Application>Microsoft Office Word</Application>
  <DocSecurity>0</DocSecurity>
  <Lines>282</Lines>
  <Paragraphs>53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Datos del colegiado nombre direccion</vt:lpstr>
    </vt:vector>
  </TitlesOfParts>
  <Company>IngeniA</Company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Datos del colegiado nombre direccion</dc:title>
  <dc:subject/>
  <dc:creator>Alberto Contreras Espínola</dc:creator>
  <cp:keywords/>
  <cp:lastModifiedBy>COAATEE Menorca</cp:lastModifiedBy>
  <cp:revision>2</cp:revision>
  <cp:lastPrinted>2014-10-23T12:47:00Z</cp:lastPrinted>
  <dcterms:created xsi:type="dcterms:W3CDTF">2025-11-18T08:04:00Z</dcterms:created>
  <dcterms:modified xsi:type="dcterms:W3CDTF">2025-11-18T08:04:00Z</dcterms:modified>
</cp:coreProperties>
</file>